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4253"/>
      </w:tblGrid>
      <w:tr w:rsidR="004F78B7" w:rsidRPr="004F78B7" w14:paraId="2B39004C" w14:textId="77777777" w:rsidTr="00ED7ABD">
        <w:trPr>
          <w:trHeight w:val="2493"/>
        </w:trPr>
        <w:tc>
          <w:tcPr>
            <w:tcW w:w="9356" w:type="dxa"/>
            <w:gridSpan w:val="3"/>
            <w:shd w:val="clear" w:color="auto" w:fill="auto"/>
          </w:tcPr>
          <w:p w14:paraId="1F048F7B" w14:textId="7AC571BE" w:rsidR="00CA1829" w:rsidRPr="00CB7C1F" w:rsidRDefault="00A25B16" w:rsidP="00D851D5">
            <w:pPr>
              <w:pStyle w:val="Pealkiri1"/>
              <w:spacing w:after="0" w:afterAutospacing="0"/>
              <w:ind w:left="-107"/>
              <w:rPr>
                <w:b w:val="0"/>
              </w:rPr>
            </w:pPr>
            <w:r w:rsidRPr="00CB7C1F">
              <w:rPr>
                <w:b w:val="0"/>
                <w:noProof/>
              </w:rPr>
              <w:drawing>
                <wp:anchor distT="0" distB="0" distL="114300" distR="114300" simplePos="0" relativeHeight="251657728" behindDoc="1" locked="0" layoutInCell="1" allowOverlap="1" wp14:anchorId="11930544" wp14:editId="7AED4037">
                  <wp:simplePos x="0" y="0"/>
                  <wp:positionH relativeFrom="margin">
                    <wp:posOffset>2621915</wp:posOffset>
                  </wp:positionH>
                  <wp:positionV relativeFrom="margin">
                    <wp:posOffset>-228600</wp:posOffset>
                  </wp:positionV>
                  <wp:extent cx="657225" cy="828675"/>
                  <wp:effectExtent l="0" t="0" r="0" b="0"/>
                  <wp:wrapTight wrapText="bothSides">
                    <wp:wrapPolygon edited="0">
                      <wp:start x="0" y="0"/>
                      <wp:lineTo x="0" y="21352"/>
                      <wp:lineTo x="21287" y="21352"/>
                      <wp:lineTo x="2128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011803" w14:textId="77777777" w:rsidR="00CA1829" w:rsidRPr="00CB7C1F" w:rsidRDefault="00CA1829" w:rsidP="00D851D5">
            <w:pPr>
              <w:pStyle w:val="Pealkiri1"/>
              <w:spacing w:after="0" w:afterAutospacing="0"/>
              <w:ind w:left="-107"/>
              <w:rPr>
                <w:b w:val="0"/>
              </w:rPr>
            </w:pPr>
          </w:p>
          <w:p w14:paraId="7E02D2A6" w14:textId="77777777" w:rsidR="00CA1829" w:rsidRPr="00CB7C1F" w:rsidRDefault="00CA1829" w:rsidP="00D851D5">
            <w:pPr>
              <w:pStyle w:val="Pealkiri1"/>
              <w:spacing w:after="0" w:afterAutospacing="0"/>
              <w:ind w:left="-107"/>
              <w:rPr>
                <w:b w:val="0"/>
              </w:rPr>
            </w:pPr>
          </w:p>
          <w:p w14:paraId="4D5826E9" w14:textId="77777777" w:rsidR="00CA1829" w:rsidRPr="00CB7C1F" w:rsidRDefault="00CA1829" w:rsidP="00D851D5">
            <w:pPr>
              <w:pStyle w:val="Pealkiri1"/>
              <w:spacing w:after="0" w:afterAutospacing="0"/>
              <w:ind w:left="-107"/>
              <w:rPr>
                <w:b w:val="0"/>
              </w:rPr>
            </w:pPr>
          </w:p>
          <w:p w14:paraId="49D9952E" w14:textId="77777777" w:rsidR="004F78B7" w:rsidRPr="00471902" w:rsidRDefault="004F78B7" w:rsidP="00D851D5">
            <w:pPr>
              <w:pStyle w:val="Pealkiri1"/>
              <w:spacing w:after="0" w:afterAutospacing="0"/>
              <w:ind w:left="-107"/>
            </w:pPr>
            <w:r w:rsidRPr="00471902">
              <w:t>LÄÄNE-HARJU VALLAVALITSUS</w:t>
            </w:r>
          </w:p>
          <w:p w14:paraId="3B3CEC10" w14:textId="77777777" w:rsidR="004F78B7" w:rsidRPr="004F78B7" w:rsidRDefault="004F78B7" w:rsidP="00D851D5">
            <w:pPr>
              <w:ind w:left="-107"/>
              <w:rPr>
                <w:sz w:val="28"/>
                <w:szCs w:val="28"/>
              </w:rPr>
            </w:pPr>
          </w:p>
        </w:tc>
      </w:tr>
      <w:tr w:rsidR="00D40650" w:rsidRPr="001D4CFB" w14:paraId="4DC497EB" w14:textId="77777777" w:rsidTr="00D851D5">
        <w:trPr>
          <w:trHeight w:val="1172"/>
        </w:trPr>
        <w:tc>
          <w:tcPr>
            <w:tcW w:w="5103" w:type="dxa"/>
            <w:gridSpan w:val="2"/>
            <w:shd w:val="clear" w:color="auto" w:fill="auto"/>
          </w:tcPr>
          <w:p w14:paraId="44CD3F52" w14:textId="6D85B6BD" w:rsidR="000C2E49" w:rsidRDefault="00EB059B" w:rsidP="000B128A">
            <w:pPr>
              <w:pStyle w:val="Adressaat"/>
            </w:pPr>
            <w:r>
              <w:t>Vastavalt nimekirjale</w:t>
            </w:r>
          </w:p>
          <w:p w14:paraId="626E1BEA" w14:textId="6AB72442" w:rsidR="00CA1829" w:rsidRPr="00BF4D7C" w:rsidRDefault="00CA1829" w:rsidP="000B128A">
            <w:pPr>
              <w:pStyle w:val="Adressaat"/>
            </w:pPr>
          </w:p>
        </w:tc>
        <w:tc>
          <w:tcPr>
            <w:tcW w:w="4253" w:type="dxa"/>
            <w:shd w:val="clear" w:color="auto" w:fill="auto"/>
          </w:tcPr>
          <w:p w14:paraId="3531C6CF" w14:textId="0FB94028" w:rsidR="00124999" w:rsidRPr="006B118C" w:rsidRDefault="00977C96" w:rsidP="000B128A">
            <w:pPr>
              <w:ind w:left="1279"/>
            </w:pPr>
            <w:r>
              <w:t>29.02.2024</w:t>
            </w:r>
            <w:r w:rsidR="0061250B">
              <w:t xml:space="preserve"> nr 6-1/</w:t>
            </w:r>
            <w:r>
              <w:t>141</w:t>
            </w:r>
            <w:r w:rsidR="0061250B">
              <w:t>-</w:t>
            </w:r>
            <w:r>
              <w:t>5</w:t>
            </w:r>
          </w:p>
          <w:p w14:paraId="51A4D521" w14:textId="77777777" w:rsidR="00BF4D7C" w:rsidRPr="006B118C" w:rsidRDefault="00BF4D7C" w:rsidP="00D851D5">
            <w:pPr>
              <w:ind w:left="-107"/>
            </w:pPr>
          </w:p>
          <w:p w14:paraId="3B913C57" w14:textId="4F34974E" w:rsidR="003B2A9C" w:rsidRPr="001D4CFB" w:rsidRDefault="003B2A9C" w:rsidP="00D851D5">
            <w:pPr>
              <w:ind w:left="-107"/>
            </w:pPr>
          </w:p>
        </w:tc>
      </w:tr>
      <w:tr w:rsidR="00EE4516" w:rsidRPr="001001A3" w14:paraId="6B715928" w14:textId="77777777" w:rsidTr="00D851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394" w:type="dxa"/>
          <w:trHeight w:val="565"/>
        </w:trPr>
        <w:tc>
          <w:tcPr>
            <w:tcW w:w="4962" w:type="dxa"/>
            <w:shd w:val="clear" w:color="auto" w:fill="auto"/>
          </w:tcPr>
          <w:p w14:paraId="787995B6" w14:textId="656A0415" w:rsidR="00EE4516" w:rsidRPr="001001A3" w:rsidRDefault="00977C96" w:rsidP="00D851D5">
            <w:pPr>
              <w:ind w:left="-107"/>
              <w:rPr>
                <w:b/>
              </w:rPr>
            </w:pPr>
            <w:r w:rsidRPr="00977C96">
              <w:rPr>
                <w:b/>
              </w:rPr>
              <w:t>Tamme tn 6, 6a</w:t>
            </w:r>
            <w:r>
              <w:rPr>
                <w:b/>
              </w:rPr>
              <w:t xml:space="preserve">, </w:t>
            </w:r>
            <w:r w:rsidRPr="00977C96">
              <w:rPr>
                <w:b/>
              </w:rPr>
              <w:t>8</w:t>
            </w:r>
            <w:r>
              <w:rPr>
                <w:b/>
              </w:rPr>
              <w:t xml:space="preserve"> ning lähiala </w:t>
            </w:r>
            <w:r w:rsidR="00D851D5" w:rsidRPr="00D851D5">
              <w:rPr>
                <w:b/>
              </w:rPr>
              <w:t>detailplaneeringu esitamine kooskõlastamiseks</w:t>
            </w:r>
          </w:p>
        </w:tc>
      </w:tr>
      <w:tr w:rsidR="00EE4516" w:rsidRPr="001001A3" w14:paraId="315DC8BD" w14:textId="77777777" w:rsidTr="00D851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4394" w:type="dxa"/>
          <w:trHeight w:val="573"/>
        </w:trPr>
        <w:tc>
          <w:tcPr>
            <w:tcW w:w="4962" w:type="dxa"/>
            <w:shd w:val="clear" w:color="auto" w:fill="auto"/>
          </w:tcPr>
          <w:p w14:paraId="76763F0D" w14:textId="3528654D" w:rsidR="0043613F" w:rsidRPr="001001A3" w:rsidRDefault="0043613F" w:rsidP="00D851D5">
            <w:pPr>
              <w:ind w:left="-107" w:right="-103"/>
              <w:rPr>
                <w:b/>
              </w:rPr>
            </w:pPr>
          </w:p>
        </w:tc>
      </w:tr>
    </w:tbl>
    <w:p w14:paraId="75EACD9A" w14:textId="77777777" w:rsidR="00141F90" w:rsidRDefault="00141F90" w:rsidP="00141F90">
      <w:pPr>
        <w:pStyle w:val="Snum"/>
      </w:pPr>
    </w:p>
    <w:p w14:paraId="4BDE9012" w14:textId="77777777" w:rsidR="00DE73FD" w:rsidRDefault="00DE73FD" w:rsidP="00141F90">
      <w:pPr>
        <w:pStyle w:val="Snum"/>
      </w:pPr>
    </w:p>
    <w:p w14:paraId="0FE04F31" w14:textId="77C560E6" w:rsidR="00A13FDE" w:rsidRDefault="0061250B" w:rsidP="00977C96">
      <w:r w:rsidRPr="0061250B">
        <w:rPr>
          <w:rFonts w:cs="Mangal"/>
        </w:rPr>
        <w:t>Esitame Teile vastavalt planeerimisseaduse §</w:t>
      </w:r>
      <w:r w:rsidR="00E038CE">
        <w:rPr>
          <w:rFonts w:cs="Mangal"/>
        </w:rPr>
        <w:t xml:space="preserve"> 133</w:t>
      </w:r>
      <w:r w:rsidRPr="0061250B">
        <w:rPr>
          <w:rFonts w:cs="Mangal"/>
        </w:rPr>
        <w:t xml:space="preserve"> lõikele 1 kooskõlastamiseks</w:t>
      </w:r>
      <w:r w:rsidR="00977C96">
        <w:rPr>
          <w:rFonts w:cs="Mangal"/>
        </w:rPr>
        <w:t xml:space="preserve"> </w:t>
      </w:r>
      <w:r w:rsidR="00977C96" w:rsidRPr="00977C96">
        <w:rPr>
          <w:rFonts w:cs="Mangal"/>
        </w:rPr>
        <w:t>Laulasmaa külas Tamme tn 6, Tamme tn 6a ja</w:t>
      </w:r>
      <w:r w:rsidR="00977C96">
        <w:rPr>
          <w:rFonts w:cs="Mangal"/>
        </w:rPr>
        <w:t xml:space="preserve"> </w:t>
      </w:r>
      <w:r w:rsidR="00977C96" w:rsidRPr="00977C96">
        <w:rPr>
          <w:rFonts w:cs="Mangal"/>
        </w:rPr>
        <w:t>Tamme tn 8 katastriüksuste ning lähiala</w:t>
      </w:r>
      <w:r w:rsidR="00001BCF" w:rsidRPr="00001BCF">
        <w:rPr>
          <w:rFonts w:cs="Mangal"/>
        </w:rPr>
        <w:t xml:space="preserve"> detailplaneeringu</w:t>
      </w:r>
      <w:r w:rsidR="005B0FD1">
        <w:rPr>
          <w:rFonts w:cs="Mangal"/>
        </w:rPr>
        <w:t xml:space="preserve"> materjalid. Detailplaneering</w:t>
      </w:r>
      <w:r w:rsidRPr="0061250B">
        <w:rPr>
          <w:rFonts w:cs="Mangal"/>
        </w:rPr>
        <w:t xml:space="preserve"> on algatatud </w:t>
      </w:r>
      <w:r w:rsidR="001043F0">
        <w:rPr>
          <w:rFonts w:cs="Mangal"/>
        </w:rPr>
        <w:t>Lääne-Harju</w:t>
      </w:r>
      <w:r w:rsidR="00ED4E8C">
        <w:rPr>
          <w:rFonts w:cs="Mangal"/>
        </w:rPr>
        <w:t xml:space="preserve"> Vallavalitsuse </w:t>
      </w:r>
      <w:r w:rsidR="00977C96">
        <w:rPr>
          <w:rFonts w:cs="Mangal"/>
        </w:rPr>
        <w:t>30.05.2023</w:t>
      </w:r>
      <w:r w:rsidR="005B0FD1">
        <w:rPr>
          <w:rFonts w:cs="Mangal"/>
        </w:rPr>
        <w:t xml:space="preserve"> </w:t>
      </w:r>
      <w:r w:rsidR="00ED4E8C">
        <w:rPr>
          <w:rFonts w:cs="Mangal"/>
        </w:rPr>
        <w:t>korraldusega</w:t>
      </w:r>
      <w:r w:rsidR="005B0FD1">
        <w:rPr>
          <w:rFonts w:cs="Mangal"/>
        </w:rPr>
        <w:t xml:space="preserve"> nr </w:t>
      </w:r>
      <w:r w:rsidR="00977C96">
        <w:rPr>
          <w:rFonts w:cs="Mangal"/>
        </w:rPr>
        <w:t>370</w:t>
      </w:r>
      <w:r w:rsidR="005B0FD1">
        <w:rPr>
          <w:rFonts w:cs="Mangal"/>
        </w:rPr>
        <w:t>.</w:t>
      </w:r>
      <w:r w:rsidRPr="0061250B">
        <w:rPr>
          <w:rFonts w:cs="Mangal"/>
        </w:rPr>
        <w:t xml:space="preserve"> </w:t>
      </w:r>
    </w:p>
    <w:p w14:paraId="2B4AB908" w14:textId="77777777" w:rsidR="00DE73FD" w:rsidRDefault="00DE73FD" w:rsidP="00141F90">
      <w:pPr>
        <w:pStyle w:val="Snum"/>
      </w:pPr>
    </w:p>
    <w:p w14:paraId="34B66946" w14:textId="77777777" w:rsidR="00252F15" w:rsidRDefault="00252F15" w:rsidP="00141F90">
      <w:pPr>
        <w:pStyle w:val="Snum"/>
      </w:pPr>
    </w:p>
    <w:p w14:paraId="54F17CDE" w14:textId="77777777" w:rsidR="00252F15" w:rsidRDefault="00252F15" w:rsidP="00141F90">
      <w:pPr>
        <w:pStyle w:val="Snum"/>
      </w:pPr>
    </w:p>
    <w:p w14:paraId="4F5033B4" w14:textId="3C0F0042" w:rsidR="00252F15" w:rsidRDefault="00252F15" w:rsidP="00141F90">
      <w:pPr>
        <w:pStyle w:val="Snum"/>
      </w:pPr>
    </w:p>
    <w:p w14:paraId="2689B161" w14:textId="0B66A212" w:rsidR="00201179" w:rsidRDefault="00201179" w:rsidP="00141F90">
      <w:pPr>
        <w:pStyle w:val="Snum"/>
      </w:pPr>
    </w:p>
    <w:p w14:paraId="7B64391E" w14:textId="77777777" w:rsidR="00201179" w:rsidRDefault="00201179" w:rsidP="00141F90">
      <w:pPr>
        <w:pStyle w:val="Snum"/>
      </w:pPr>
    </w:p>
    <w:p w14:paraId="7AA140FB" w14:textId="4031BAA0" w:rsidR="00A13FDE" w:rsidRDefault="00FB0A90" w:rsidP="00141F90">
      <w:pPr>
        <w:pStyle w:val="Snum"/>
      </w:pPr>
      <w:r>
        <w:t>L</w:t>
      </w:r>
      <w:r w:rsidR="00A13FDE">
        <w:t>ugupidamisega</w:t>
      </w:r>
    </w:p>
    <w:p w14:paraId="1746C436" w14:textId="77777777" w:rsidR="00A13FDE" w:rsidRDefault="00A13FDE" w:rsidP="00141F90">
      <w:pPr>
        <w:pStyle w:val="Snum"/>
      </w:pPr>
    </w:p>
    <w:p w14:paraId="10E21C2B" w14:textId="58B65D9E" w:rsidR="00DE73FD" w:rsidRDefault="00DE73FD" w:rsidP="00141F90">
      <w:pPr>
        <w:pStyle w:val="Snum"/>
      </w:pPr>
    </w:p>
    <w:p w14:paraId="358EC329" w14:textId="77777777" w:rsidR="00AE67AB" w:rsidRDefault="00AE67AB" w:rsidP="00141F90">
      <w:pPr>
        <w:pStyle w:val="Snum"/>
      </w:pPr>
    </w:p>
    <w:p w14:paraId="4D5F5B36" w14:textId="3D352255" w:rsidR="00A13FDE" w:rsidRDefault="00A13FDE" w:rsidP="00141F90">
      <w:pPr>
        <w:pStyle w:val="Snum"/>
      </w:pPr>
      <w:r>
        <w:t>(allkirjastatud digitaalselt)</w:t>
      </w:r>
    </w:p>
    <w:p w14:paraId="3A72E28F" w14:textId="17C58DDD" w:rsidR="00951936" w:rsidRDefault="00977C96" w:rsidP="00141F90">
      <w:pPr>
        <w:pStyle w:val="Snum"/>
      </w:pPr>
      <w:r>
        <w:t>Sven Liivak</w:t>
      </w:r>
    </w:p>
    <w:p w14:paraId="113EA477" w14:textId="7DB3929B" w:rsidR="00A13FDE" w:rsidRDefault="00EB059B" w:rsidP="00141F90">
      <w:pPr>
        <w:pStyle w:val="Snum"/>
      </w:pPr>
      <w:r>
        <w:t>nõunik</w:t>
      </w:r>
    </w:p>
    <w:p w14:paraId="2B3825ED" w14:textId="4EF03706" w:rsidR="00A13FDE" w:rsidRDefault="00A13FDE" w:rsidP="00141F90">
      <w:pPr>
        <w:pStyle w:val="Snum"/>
      </w:pPr>
    </w:p>
    <w:p w14:paraId="707BB638" w14:textId="550A88C4" w:rsidR="00201179" w:rsidRDefault="00201179" w:rsidP="00141F90">
      <w:pPr>
        <w:pStyle w:val="Snum"/>
      </w:pPr>
    </w:p>
    <w:p w14:paraId="102D9BF3" w14:textId="40C47D76" w:rsidR="00201179" w:rsidRDefault="00201179" w:rsidP="00141F90">
      <w:pPr>
        <w:pStyle w:val="Snum"/>
      </w:pPr>
    </w:p>
    <w:p w14:paraId="4D0DFCF2" w14:textId="77777777" w:rsidR="00201179" w:rsidRDefault="00201179" w:rsidP="00141F90">
      <w:pPr>
        <w:pStyle w:val="Snum"/>
      </w:pPr>
    </w:p>
    <w:p w14:paraId="60673C11" w14:textId="77777777" w:rsidR="00EB059B" w:rsidRDefault="00A13FDE" w:rsidP="00141F90">
      <w:pPr>
        <w:pStyle w:val="Snum"/>
      </w:pPr>
      <w:r>
        <w:t>Lisa:</w:t>
      </w:r>
      <w:r w:rsidR="00E379C4">
        <w:t xml:space="preserve"> </w:t>
      </w:r>
    </w:p>
    <w:p w14:paraId="2413AD85" w14:textId="0ACF1BEE" w:rsidR="00A13FDE" w:rsidRPr="00977C96" w:rsidRDefault="00F9505F" w:rsidP="00EB059B">
      <w:pPr>
        <w:pStyle w:val="Snum"/>
        <w:numPr>
          <w:ilvl w:val="0"/>
          <w:numId w:val="1"/>
        </w:numPr>
      </w:pPr>
      <w:r w:rsidRPr="00977C96">
        <w:t>Seletuskiri</w:t>
      </w:r>
    </w:p>
    <w:p w14:paraId="64FB56EF" w14:textId="7CEA01E1" w:rsidR="00EB059B" w:rsidRPr="00977C96" w:rsidRDefault="00F9505F" w:rsidP="00EB059B">
      <w:pPr>
        <w:pStyle w:val="Snum"/>
        <w:numPr>
          <w:ilvl w:val="0"/>
          <w:numId w:val="1"/>
        </w:numPr>
      </w:pPr>
      <w:r w:rsidRPr="00977C96">
        <w:t>Situatsiooniskeem</w:t>
      </w:r>
    </w:p>
    <w:p w14:paraId="646F4440" w14:textId="63E76BEF" w:rsidR="00EB059B" w:rsidRPr="00977C96" w:rsidRDefault="00F9505F" w:rsidP="00EB059B">
      <w:pPr>
        <w:pStyle w:val="Snum"/>
        <w:numPr>
          <w:ilvl w:val="0"/>
          <w:numId w:val="1"/>
        </w:numPr>
      </w:pPr>
      <w:r w:rsidRPr="00977C96">
        <w:t>Kontaktvööndi plaan</w:t>
      </w:r>
    </w:p>
    <w:p w14:paraId="68B0261E" w14:textId="6A66B2DE" w:rsidR="00EB059B" w:rsidRPr="00977C96" w:rsidRDefault="00F9505F" w:rsidP="00EB059B">
      <w:pPr>
        <w:pStyle w:val="Snum"/>
        <w:numPr>
          <w:ilvl w:val="0"/>
          <w:numId w:val="1"/>
        </w:numPr>
      </w:pPr>
      <w:r w:rsidRPr="00977C96">
        <w:t>Tugiplaan</w:t>
      </w:r>
    </w:p>
    <w:p w14:paraId="2D18F9CE" w14:textId="553548BD" w:rsidR="000B128A" w:rsidRPr="00977C96" w:rsidRDefault="00F9505F" w:rsidP="00EB059B">
      <w:pPr>
        <w:pStyle w:val="Snum"/>
        <w:numPr>
          <w:ilvl w:val="0"/>
          <w:numId w:val="1"/>
        </w:numPr>
      </w:pPr>
      <w:r w:rsidRPr="00977C96">
        <w:t>Põhijoonis</w:t>
      </w:r>
    </w:p>
    <w:p w14:paraId="397E3F53" w14:textId="0DABCD3E" w:rsidR="0061250B" w:rsidRDefault="0061250B" w:rsidP="00141F90">
      <w:pPr>
        <w:pStyle w:val="Snum"/>
      </w:pPr>
    </w:p>
    <w:p w14:paraId="3F8CBC13" w14:textId="77777777" w:rsidR="00A13FDE" w:rsidRDefault="00A13FDE" w:rsidP="00141F90">
      <w:pPr>
        <w:pStyle w:val="Snum"/>
      </w:pPr>
    </w:p>
    <w:p w14:paraId="15180BDB" w14:textId="77777777" w:rsidR="00A13FDE" w:rsidRDefault="00A13FDE" w:rsidP="00141F90">
      <w:pPr>
        <w:pStyle w:val="Snum"/>
      </w:pPr>
    </w:p>
    <w:p w14:paraId="64B20F87" w14:textId="77777777" w:rsidR="00CB7C1F" w:rsidRDefault="00CB7C1F" w:rsidP="00141F90">
      <w:pPr>
        <w:pStyle w:val="Snum"/>
      </w:pPr>
    </w:p>
    <w:p w14:paraId="2AA1608A" w14:textId="77777777" w:rsidR="00CB7C1F" w:rsidRDefault="00CB7C1F" w:rsidP="00141F90">
      <w:pPr>
        <w:pStyle w:val="Snum"/>
      </w:pPr>
    </w:p>
    <w:p w14:paraId="2EE7E6EE" w14:textId="12ED7E32" w:rsidR="00BD078E" w:rsidRPr="00BD078E" w:rsidRDefault="00BD078E" w:rsidP="00141F90">
      <w:pPr>
        <w:pStyle w:val="Snum"/>
      </w:pPr>
    </w:p>
    <w:sectPr w:rsidR="00BD078E" w:rsidRPr="00BD078E" w:rsidSect="00077F1B">
      <w:footerReference w:type="default" r:id="rId12"/>
      <w:headerReference w:type="first" r:id="rId13"/>
      <w:footerReference w:type="first" r:id="rId14"/>
      <w:pgSz w:w="11906" w:h="16838" w:code="9"/>
      <w:pgMar w:top="227" w:right="851" w:bottom="454" w:left="1701" w:header="39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916F3" w14:textId="77777777" w:rsidR="00F9364A" w:rsidRDefault="00F9364A" w:rsidP="00DF44DF">
      <w:r>
        <w:separator/>
      </w:r>
    </w:p>
  </w:endnote>
  <w:endnote w:type="continuationSeparator" w:id="0">
    <w:p w14:paraId="3453FCC0" w14:textId="77777777" w:rsidR="00F9364A" w:rsidRDefault="00F9364A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CDE7" w14:textId="77777777" w:rsidR="003B2A9C" w:rsidRPr="00AD2EA7" w:rsidRDefault="00C5652E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ED7ABD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8C6C7C">
      <w:fldChar w:fldCharType="begin"/>
    </w:r>
    <w:r w:rsidR="008C6C7C">
      <w:instrText xml:space="preserve"> NUMPAGES </w:instrText>
    </w:r>
    <w:r w:rsidR="008C6C7C">
      <w:fldChar w:fldCharType="separate"/>
    </w:r>
    <w:r w:rsidR="0043613F">
      <w:rPr>
        <w:noProof/>
      </w:rPr>
      <w:t>1</w:t>
    </w:r>
    <w:r w:rsidR="008C6C7C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C71ED" w14:textId="2F57F990" w:rsidR="000A17B5" w:rsidRPr="000A17B5" w:rsidRDefault="00531789" w:rsidP="00B53317">
    <w:pPr>
      <w:pStyle w:val="Jalus1"/>
    </w:pPr>
    <w:r>
      <w:t xml:space="preserve">Rae 38 </w:t>
    </w:r>
    <w:r w:rsidR="00773175">
      <w:rPr>
        <w:rFonts w:cs="Times New Roman"/>
      </w:rPr>
      <w:t>|</w:t>
    </w:r>
    <w:r w:rsidR="000A17B5" w:rsidRPr="000A17B5">
      <w:t xml:space="preserve"> </w:t>
    </w:r>
    <w:r>
      <w:t>Paldiski</w:t>
    </w:r>
    <w:r w:rsidR="00773175">
      <w:t xml:space="preserve"> </w:t>
    </w:r>
    <w:r w:rsidR="00773175">
      <w:rPr>
        <w:rFonts w:cs="Times New Roman"/>
      </w:rPr>
      <w:t>|</w:t>
    </w:r>
    <w:r w:rsidR="000A17B5" w:rsidRPr="000A17B5">
      <w:t xml:space="preserve"> </w:t>
    </w:r>
    <w:r w:rsidR="00CA1829">
      <w:t xml:space="preserve">76806 </w:t>
    </w:r>
    <w:r>
      <w:t xml:space="preserve">Harjumaa </w:t>
    </w:r>
    <w:r w:rsidR="00773175">
      <w:rPr>
        <w:rFonts w:cs="Times New Roman"/>
      </w:rPr>
      <w:t>|</w:t>
    </w:r>
    <w:r>
      <w:t xml:space="preserve"> </w:t>
    </w:r>
    <w:r w:rsidRPr="00531789">
      <w:t>679 0600</w:t>
    </w:r>
    <w:r w:rsidR="00773175">
      <w:t xml:space="preserve"> </w:t>
    </w:r>
    <w:r w:rsidR="00773175">
      <w:rPr>
        <w:rFonts w:cs="Times New Roman"/>
      </w:rPr>
      <w:t>|</w:t>
    </w:r>
    <w:r>
      <w:t xml:space="preserve"> info</w:t>
    </w:r>
    <w:r w:rsidR="000A17B5" w:rsidRPr="000A17B5">
      <w:t>@</w:t>
    </w:r>
    <w:r w:rsidR="00773175">
      <w:t xml:space="preserve">laaneharju.ee </w:t>
    </w:r>
    <w:r w:rsidR="00773175">
      <w:rPr>
        <w:rFonts w:cs="Times New Roman"/>
      </w:rPr>
      <w:t>|</w:t>
    </w:r>
    <w:r>
      <w:t xml:space="preserve"> www.laaneharju</w:t>
    </w:r>
    <w:r w:rsidR="000A17B5" w:rsidRPr="000A17B5">
      <w:t>.ee</w:t>
    </w:r>
    <w:r w:rsidR="00B53317">
      <w:t xml:space="preserve"> </w:t>
    </w:r>
    <w:r w:rsidR="00E44FF4" w:rsidRPr="00E44FF4">
      <w:t>|</w:t>
    </w:r>
    <w:r>
      <w:t xml:space="preserve"> </w:t>
    </w:r>
    <w:r w:rsidR="00D74153">
      <w:t xml:space="preserve">Registrikood </w:t>
    </w:r>
    <w:r w:rsidR="00D74153">
      <w:rPr>
        <w:rFonts w:cs="Times New Roman"/>
      </w:rPr>
      <w:t>77000200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12103" w14:textId="77777777" w:rsidR="00F9364A" w:rsidRDefault="00F9364A" w:rsidP="00DF44DF">
      <w:r>
        <w:separator/>
      </w:r>
    </w:p>
  </w:footnote>
  <w:footnote w:type="continuationSeparator" w:id="0">
    <w:p w14:paraId="712387F8" w14:textId="77777777" w:rsidR="00F9364A" w:rsidRDefault="00F9364A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CFB51" w14:textId="36496D50" w:rsidR="008F63D4" w:rsidRDefault="00A25B16" w:rsidP="00CA1829">
    <w:pPr>
      <w:pStyle w:val="Header"/>
      <w:jc w:val="left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BB3C4B" wp14:editId="335DF33E">
              <wp:simplePos x="0" y="0"/>
              <wp:positionH relativeFrom="column">
                <wp:posOffset>3672840</wp:posOffset>
              </wp:positionH>
              <wp:positionV relativeFrom="paragraph">
                <wp:posOffset>-25400</wp:posOffset>
              </wp:positionV>
              <wp:extent cx="2371725" cy="8540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854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8586D" w14:textId="3A410059" w:rsidR="00CA1829" w:rsidRDefault="00CA1829" w:rsidP="00CA1829">
                          <w:pPr>
                            <w:jc w:val="righ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BB3C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.2pt;margin-top:-2pt;width:186.75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" stroked="f">
              <v:textbox>
                <w:txbxContent>
                  <w:p w14:paraId="62F8586D" w14:textId="3A410059" w:rsidR="00CA1829" w:rsidRDefault="00CA1829" w:rsidP="00CA1829">
                    <w:pPr>
                      <w:jc w:val="right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C24"/>
    <w:multiLevelType w:val="hybridMultilevel"/>
    <w:tmpl w:val="094E73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66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15"/>
    <w:rsid w:val="00001BCF"/>
    <w:rsid w:val="00042A96"/>
    <w:rsid w:val="00060947"/>
    <w:rsid w:val="00077F1B"/>
    <w:rsid w:val="000913FC"/>
    <w:rsid w:val="000A17B5"/>
    <w:rsid w:val="000B128A"/>
    <w:rsid w:val="000C146C"/>
    <w:rsid w:val="000C2E49"/>
    <w:rsid w:val="000F1462"/>
    <w:rsid w:val="001001A3"/>
    <w:rsid w:val="001043F0"/>
    <w:rsid w:val="00124999"/>
    <w:rsid w:val="00126A87"/>
    <w:rsid w:val="00141F90"/>
    <w:rsid w:val="0014726F"/>
    <w:rsid w:val="001523BD"/>
    <w:rsid w:val="00167C0B"/>
    <w:rsid w:val="001775D0"/>
    <w:rsid w:val="001809E4"/>
    <w:rsid w:val="001A7D04"/>
    <w:rsid w:val="001C4C35"/>
    <w:rsid w:val="001D4CFB"/>
    <w:rsid w:val="001F6312"/>
    <w:rsid w:val="002008A2"/>
    <w:rsid w:val="00201179"/>
    <w:rsid w:val="00252836"/>
    <w:rsid w:val="00252F15"/>
    <w:rsid w:val="002835BB"/>
    <w:rsid w:val="00290E79"/>
    <w:rsid w:val="00291FF4"/>
    <w:rsid w:val="00293449"/>
    <w:rsid w:val="002E6B74"/>
    <w:rsid w:val="002F254F"/>
    <w:rsid w:val="002F3F03"/>
    <w:rsid w:val="003341FC"/>
    <w:rsid w:val="0034719C"/>
    <w:rsid w:val="00354059"/>
    <w:rsid w:val="0035557D"/>
    <w:rsid w:val="00394DCB"/>
    <w:rsid w:val="00396861"/>
    <w:rsid w:val="003A5459"/>
    <w:rsid w:val="003B2A9C"/>
    <w:rsid w:val="003E1585"/>
    <w:rsid w:val="00435A13"/>
    <w:rsid w:val="0043613F"/>
    <w:rsid w:val="0044084D"/>
    <w:rsid w:val="00463E53"/>
    <w:rsid w:val="00471902"/>
    <w:rsid w:val="004A4FD2"/>
    <w:rsid w:val="004C1391"/>
    <w:rsid w:val="004F78B7"/>
    <w:rsid w:val="00501A18"/>
    <w:rsid w:val="005163AC"/>
    <w:rsid w:val="00530F52"/>
    <w:rsid w:val="00531789"/>
    <w:rsid w:val="00546204"/>
    <w:rsid w:val="00551E24"/>
    <w:rsid w:val="00557534"/>
    <w:rsid w:val="00560A92"/>
    <w:rsid w:val="00564569"/>
    <w:rsid w:val="005927E4"/>
    <w:rsid w:val="005A4289"/>
    <w:rsid w:val="005B0FD1"/>
    <w:rsid w:val="005B5CE1"/>
    <w:rsid w:val="005D7384"/>
    <w:rsid w:val="005E1D41"/>
    <w:rsid w:val="005E3AED"/>
    <w:rsid w:val="005E45BB"/>
    <w:rsid w:val="005E4B4D"/>
    <w:rsid w:val="00602834"/>
    <w:rsid w:val="0061250B"/>
    <w:rsid w:val="00621008"/>
    <w:rsid w:val="0066462F"/>
    <w:rsid w:val="00673A45"/>
    <w:rsid w:val="00680609"/>
    <w:rsid w:val="006878C6"/>
    <w:rsid w:val="0069438C"/>
    <w:rsid w:val="0069658D"/>
    <w:rsid w:val="006A01AC"/>
    <w:rsid w:val="006B619A"/>
    <w:rsid w:val="006E16BD"/>
    <w:rsid w:val="006F245F"/>
    <w:rsid w:val="006F28FE"/>
    <w:rsid w:val="006F3BB9"/>
    <w:rsid w:val="006F72D7"/>
    <w:rsid w:val="007056E1"/>
    <w:rsid w:val="00713327"/>
    <w:rsid w:val="007320ED"/>
    <w:rsid w:val="0075695A"/>
    <w:rsid w:val="00773175"/>
    <w:rsid w:val="007757CD"/>
    <w:rsid w:val="007A1DE8"/>
    <w:rsid w:val="007A20DF"/>
    <w:rsid w:val="007D54FC"/>
    <w:rsid w:val="00811021"/>
    <w:rsid w:val="00821D1B"/>
    <w:rsid w:val="00835858"/>
    <w:rsid w:val="00851D67"/>
    <w:rsid w:val="00852635"/>
    <w:rsid w:val="00891193"/>
    <w:rsid w:val="008919F2"/>
    <w:rsid w:val="00892B3A"/>
    <w:rsid w:val="008B041F"/>
    <w:rsid w:val="008C35B6"/>
    <w:rsid w:val="008C6C7C"/>
    <w:rsid w:val="008D4634"/>
    <w:rsid w:val="008F0B50"/>
    <w:rsid w:val="008F63D4"/>
    <w:rsid w:val="008F720B"/>
    <w:rsid w:val="00913314"/>
    <w:rsid w:val="00915C2F"/>
    <w:rsid w:val="0091786B"/>
    <w:rsid w:val="009370A4"/>
    <w:rsid w:val="0094769B"/>
    <w:rsid w:val="00951936"/>
    <w:rsid w:val="00977C96"/>
    <w:rsid w:val="00984442"/>
    <w:rsid w:val="009E3E87"/>
    <w:rsid w:val="009E7F4A"/>
    <w:rsid w:val="00A10E66"/>
    <w:rsid w:val="00A1244E"/>
    <w:rsid w:val="00A13FDE"/>
    <w:rsid w:val="00A25B16"/>
    <w:rsid w:val="00A87B91"/>
    <w:rsid w:val="00AA6826"/>
    <w:rsid w:val="00AC0BB8"/>
    <w:rsid w:val="00AC4752"/>
    <w:rsid w:val="00AD2EA7"/>
    <w:rsid w:val="00AE02A8"/>
    <w:rsid w:val="00AE67AB"/>
    <w:rsid w:val="00AF4F77"/>
    <w:rsid w:val="00B01640"/>
    <w:rsid w:val="00B105BB"/>
    <w:rsid w:val="00B16A89"/>
    <w:rsid w:val="00B53317"/>
    <w:rsid w:val="00B82C79"/>
    <w:rsid w:val="00BC1A62"/>
    <w:rsid w:val="00BD078E"/>
    <w:rsid w:val="00BD398A"/>
    <w:rsid w:val="00BD3CCF"/>
    <w:rsid w:val="00BE0CC9"/>
    <w:rsid w:val="00BF4D7C"/>
    <w:rsid w:val="00C24F66"/>
    <w:rsid w:val="00C27B07"/>
    <w:rsid w:val="00C41FC5"/>
    <w:rsid w:val="00C5652E"/>
    <w:rsid w:val="00C74577"/>
    <w:rsid w:val="00C83346"/>
    <w:rsid w:val="00CA1829"/>
    <w:rsid w:val="00CA338B"/>
    <w:rsid w:val="00CA583B"/>
    <w:rsid w:val="00CA5F0B"/>
    <w:rsid w:val="00CB7C1F"/>
    <w:rsid w:val="00CF0309"/>
    <w:rsid w:val="00CF2B77"/>
    <w:rsid w:val="00CF32A7"/>
    <w:rsid w:val="00CF4303"/>
    <w:rsid w:val="00D1407E"/>
    <w:rsid w:val="00D40650"/>
    <w:rsid w:val="00D74153"/>
    <w:rsid w:val="00D851D5"/>
    <w:rsid w:val="00DD580A"/>
    <w:rsid w:val="00DE0926"/>
    <w:rsid w:val="00DE73FD"/>
    <w:rsid w:val="00DF44DF"/>
    <w:rsid w:val="00E01EA0"/>
    <w:rsid w:val="00E023F6"/>
    <w:rsid w:val="00E038CE"/>
    <w:rsid w:val="00E03DBB"/>
    <w:rsid w:val="00E178C2"/>
    <w:rsid w:val="00E379C4"/>
    <w:rsid w:val="00E44FF4"/>
    <w:rsid w:val="00E60A55"/>
    <w:rsid w:val="00EB059B"/>
    <w:rsid w:val="00ED4E8C"/>
    <w:rsid w:val="00ED7ABD"/>
    <w:rsid w:val="00EE4516"/>
    <w:rsid w:val="00F438E3"/>
    <w:rsid w:val="00F61C8F"/>
    <w:rsid w:val="00F9364A"/>
    <w:rsid w:val="00F9505F"/>
    <w:rsid w:val="00F9645B"/>
    <w:rsid w:val="00F9773D"/>
    <w:rsid w:val="00FB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7B6B33A0"/>
  <w15:chartTrackingRefBased/>
  <w15:docId w15:val="{E061CE35-DC14-457F-AE3F-E7F8C116B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0B128A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51D67"/>
    <w:pPr>
      <w:spacing w:after="100" w:afterAutospacing="1"/>
      <w:jc w:val="center"/>
    </w:pPr>
    <w:rPr>
      <w:rFonts w:eastAsia="SimSun"/>
      <w:b/>
      <w:kern w:val="1"/>
      <w:sz w:val="32"/>
      <w:szCs w:val="32"/>
      <w:lang w:eastAsia="zh-CN" w:bidi="hi-IN"/>
    </w:rPr>
  </w:style>
  <w:style w:type="paragraph" w:customStyle="1" w:styleId="Snum">
    <w:name w:val="Sõnum"/>
    <w:autoRedefine/>
    <w:qFormat/>
    <w:rsid w:val="00141F90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EE4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le\Desktop\LHV\vormid%20jms\m_kiri_tnr_EV1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D151C8211945BA70C3FC5B712B0C" ma:contentTypeVersion="7" ma:contentTypeDescription="Create a new document." ma:contentTypeScope="" ma:versionID="de30b157103b5be3deb1f961edc84481">
  <xsd:schema xmlns:xsd="http://www.w3.org/2001/XMLSchema" xmlns:xs="http://www.w3.org/2001/XMLSchema" xmlns:p="http://schemas.microsoft.com/office/2006/metadata/properties" xmlns:ns3="69e1eca5-97c4-475c-b5e2-b0d5a5763cc7" targetNamespace="http://schemas.microsoft.com/office/2006/metadata/properties" ma:root="true" ma:fieldsID="08b2894beb60eb613cb28e0466b97287" ns3:_="">
    <xsd:import namespace="69e1eca5-97c4-475c-b5e2-b0d5a5763c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1eca5-97c4-475c-b5e2-b0d5a5763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6AF2FC-0078-4542-B142-02E0C4A1EB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2D456B-23A5-4195-8DD0-5737F2943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e1eca5-97c4-475c-b5e2-b0d5a5763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4DCF3F-87D3-4B93-A25D-B8547A2C7D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6B1511-CBD8-437C-8E75-17CE4B17DB5B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69e1eca5-97c4-475c-b5e2-b0d5a5763c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m_kiri_tnr_EV100.dotx</Template>
  <TotalTime>96</TotalTime>
  <Pages>1</Pages>
  <Words>89</Words>
  <Characters>517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Riigikantselei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</dc:creator>
  <cp:keywords/>
  <cp:lastModifiedBy>Sven Liivak</cp:lastModifiedBy>
  <cp:revision>23</cp:revision>
  <cp:lastPrinted>2021-11-10T11:06:00Z</cp:lastPrinted>
  <dcterms:created xsi:type="dcterms:W3CDTF">2020-10-02T10:20:00Z</dcterms:created>
  <dcterms:modified xsi:type="dcterms:W3CDTF">2024-03-01T10:35:00Z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0x0101008BD0D151C8211945BA70C3FC5B712B0C</vt:lpwstr>
  </property>
</Properties>
</file>